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DA3" w:rsidRDefault="00B11DA3" w:rsidP="00500D48">
      <w:pPr>
        <w:ind w:rightChars="-171" w:right="31680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南京航空航天大学博士学位论文创新与创优基金</w:t>
      </w:r>
    </w:p>
    <w:p w:rsidR="00B11DA3" w:rsidRDefault="00B11DA3" w:rsidP="00500D48">
      <w:pPr>
        <w:ind w:rightChars="-171" w:right="31680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结项证明</w:t>
      </w:r>
    </w:p>
    <w:p w:rsidR="00B11DA3" w:rsidRDefault="00B11DA3" w:rsidP="00500D48">
      <w:pPr>
        <w:ind w:rightChars="-171" w:right="31680"/>
        <w:jc w:val="center"/>
        <w:rPr>
          <w:rFonts w:ascii="华文中宋" w:eastAsia="华文中宋" w:hAnsi="华文中宋"/>
          <w:b/>
          <w:sz w:val="36"/>
          <w:szCs w:val="36"/>
        </w:rPr>
      </w:pPr>
    </w:p>
    <w:p w:rsidR="00B11DA3" w:rsidRDefault="00B11DA3" w:rsidP="00500D48">
      <w:pPr>
        <w:ind w:rightChars="-171" w:right="31680"/>
        <w:rPr>
          <w:rFonts w:asci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项目名称：</w:t>
      </w:r>
    </w:p>
    <w:p w:rsidR="00B11DA3" w:rsidRDefault="00B11DA3" w:rsidP="00500D48">
      <w:pPr>
        <w:ind w:rightChars="-171" w:right="31680"/>
        <w:rPr>
          <w:rFonts w:ascii="仿宋_GB2312" w:eastAsia="仿宋_GB2312" w:hAnsi="宋体" w:cs="宋体"/>
          <w:b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项目编号：</w:t>
      </w:r>
    </w:p>
    <w:p w:rsidR="00B11DA3" w:rsidRDefault="00B11DA3" w:rsidP="00500D48">
      <w:pPr>
        <w:ind w:rightChars="-171" w:right="3168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项目负责人：</w:t>
      </w:r>
    </w:p>
    <w:p w:rsidR="00B11DA3" w:rsidRDefault="00B11DA3" w:rsidP="00500D48">
      <w:pPr>
        <w:ind w:rightChars="-171" w:right="3168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项目负责人所在学院：</w:t>
      </w:r>
    </w:p>
    <w:p w:rsidR="00B11DA3" w:rsidRDefault="00B11DA3" w:rsidP="00500D48">
      <w:pPr>
        <w:ind w:rightChars="-171" w:right="31680"/>
        <w:rPr>
          <w:rFonts w:ascii="宋体" w:cs="宋体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宋体" w:cs="宋体" w:hint="eastAsia"/>
          <w:b/>
          <w:sz w:val="32"/>
          <w:szCs w:val="32"/>
        </w:rPr>
        <w:t>项目经费：</w:t>
      </w:r>
    </w:p>
    <w:p w:rsidR="00B11DA3" w:rsidRDefault="00B11DA3" w:rsidP="00500D48">
      <w:pPr>
        <w:ind w:rightChars="-171" w:right="31680"/>
        <w:rPr>
          <w:rFonts w:ascii="仿宋_GB2312" w:eastAsia="仿宋_GB2312" w:hAnsi="宋体" w:cs="宋体"/>
          <w:b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立项时间：</w:t>
      </w:r>
    </w:p>
    <w:p w:rsidR="00B11DA3" w:rsidRDefault="00B11DA3" w:rsidP="00500D48">
      <w:pPr>
        <w:ind w:rightChars="-171" w:right="31680"/>
        <w:rPr>
          <w:rFonts w:ascii="仿宋_GB2312" w:eastAsia="仿宋_GB2312" w:hAnsi="宋体" w:cs="宋体"/>
          <w:b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结题时间：</w:t>
      </w:r>
    </w:p>
    <w:p w:rsidR="00B11DA3" w:rsidRDefault="00B11DA3" w:rsidP="00500D48">
      <w:pPr>
        <w:ind w:rightChars="-171" w:right="31680" w:firstLineChars="200" w:firstLine="31680"/>
        <w:rPr>
          <w:rFonts w:ascii="仿宋_GB2312" w:eastAsia="仿宋_GB2312" w:hAnsi="宋体" w:cs="宋体"/>
          <w:b/>
          <w:sz w:val="32"/>
          <w:szCs w:val="32"/>
        </w:rPr>
      </w:pPr>
    </w:p>
    <w:p w:rsidR="00B11DA3" w:rsidRDefault="00B11DA3" w:rsidP="00500D48">
      <w:pPr>
        <w:ind w:rightChars="-171" w:right="31680" w:firstLineChars="200" w:firstLine="31680"/>
        <w:rPr>
          <w:rFonts w:ascii="仿宋_GB2312" w:eastAsia="仿宋_GB2312" w:hAnsi="宋体" w:cs="宋体"/>
          <w:b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该项目已通过相关验收，予以结项。</w:t>
      </w:r>
    </w:p>
    <w:p w:rsidR="00B11DA3" w:rsidRDefault="00B11DA3" w:rsidP="00500D48">
      <w:pPr>
        <w:ind w:rightChars="-171" w:right="31680" w:firstLineChars="200" w:firstLine="31680"/>
        <w:rPr>
          <w:rFonts w:ascii="仿宋_GB2312" w:eastAsia="仿宋_GB2312" w:hAnsi="宋体" w:cs="宋体"/>
          <w:b/>
          <w:sz w:val="32"/>
          <w:szCs w:val="32"/>
        </w:rPr>
      </w:pPr>
    </w:p>
    <w:p w:rsidR="00B11DA3" w:rsidRDefault="00B11DA3" w:rsidP="00500D48">
      <w:pPr>
        <w:ind w:rightChars="-171" w:right="31680" w:firstLineChars="200" w:firstLine="31680"/>
        <w:rPr>
          <w:rFonts w:ascii="仿宋_GB2312" w:eastAsia="仿宋_GB2312" w:hAnsi="宋体" w:cs="宋体"/>
          <w:b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特此证明</w:t>
      </w:r>
    </w:p>
    <w:p w:rsidR="00B11DA3" w:rsidRDefault="00B11DA3" w:rsidP="00500D48">
      <w:pPr>
        <w:ind w:rightChars="-171" w:right="31680"/>
        <w:rPr>
          <w:rFonts w:ascii="仿宋_GB2312" w:eastAsia="仿宋_GB2312" w:hAnsi="宋体" w:cs="宋体"/>
          <w:sz w:val="32"/>
          <w:szCs w:val="32"/>
        </w:rPr>
      </w:pPr>
    </w:p>
    <w:p w:rsidR="00B11DA3" w:rsidRDefault="00B11DA3" w:rsidP="00500D48">
      <w:pPr>
        <w:spacing w:line="360" w:lineRule="auto"/>
        <w:ind w:rightChars="-171" w:right="31680" w:firstLineChars="2050" w:firstLine="3168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单位（公章）</w:t>
      </w:r>
    </w:p>
    <w:p w:rsidR="00B11DA3" w:rsidRDefault="00B11DA3">
      <w:pPr>
        <w:jc w:val="right"/>
      </w:pPr>
      <w:r>
        <w:rPr>
          <w:rFonts w:ascii="仿宋_GB2312" w:eastAsia="仿宋_GB2312" w:hAnsi="宋体" w:cs="宋体" w:hint="eastAsia"/>
          <w:sz w:val="32"/>
          <w:szCs w:val="32"/>
        </w:rPr>
        <w:t>年</w:t>
      </w:r>
      <w:r>
        <w:rPr>
          <w:rFonts w:ascii="仿宋_GB2312" w:eastAsia="仿宋_GB2312" w:hAnsi="宋体" w:cs="宋体"/>
          <w:sz w:val="32"/>
          <w:szCs w:val="32"/>
        </w:rPr>
        <w:t xml:space="preserve">   </w:t>
      </w:r>
      <w:r>
        <w:rPr>
          <w:rFonts w:ascii="仿宋_GB2312" w:eastAsia="仿宋_GB2312" w:hAnsi="宋体" w:cs="宋体" w:hint="eastAsia"/>
          <w:sz w:val="32"/>
          <w:szCs w:val="32"/>
        </w:rPr>
        <w:t>月</w:t>
      </w:r>
      <w:r>
        <w:rPr>
          <w:rFonts w:ascii="仿宋_GB2312" w:eastAsia="仿宋_GB2312" w:hAnsi="宋体" w:cs="宋体"/>
          <w:sz w:val="32"/>
          <w:szCs w:val="32"/>
        </w:rPr>
        <w:t xml:space="preserve">  </w:t>
      </w:r>
      <w:r>
        <w:rPr>
          <w:rFonts w:ascii="仿宋_GB2312" w:eastAsia="仿宋_GB2312" w:hAnsi="宋体" w:cs="宋体" w:hint="eastAsia"/>
          <w:sz w:val="32"/>
          <w:szCs w:val="32"/>
        </w:rPr>
        <w:t>日</w:t>
      </w:r>
      <w:r>
        <w:rPr>
          <w:rFonts w:ascii="仿宋_GB2312" w:eastAsia="仿宋_GB2312" w:hAnsi="宋体" w:cs="宋体"/>
          <w:sz w:val="32"/>
          <w:szCs w:val="32"/>
        </w:rPr>
        <w:t xml:space="preserve">         </w:t>
      </w:r>
    </w:p>
    <w:sectPr w:rsidR="00B11DA3" w:rsidSect="004C43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中宋">
    <w:altName w:val="宋体"/>
    <w:panose1 w:val="00000000000000000000"/>
    <w:charset w:val="86"/>
    <w:family w:val="auto"/>
    <w:notTrueType/>
    <w:pitch w:val="default"/>
    <w:sig w:usb0="00000287" w:usb1="080E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doNotLeaveBackslashAlone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7DA9"/>
    <w:rsid w:val="00003DD8"/>
    <w:rsid w:val="000E045D"/>
    <w:rsid w:val="002F0CAF"/>
    <w:rsid w:val="004C4360"/>
    <w:rsid w:val="00500D48"/>
    <w:rsid w:val="00521AED"/>
    <w:rsid w:val="006145E2"/>
    <w:rsid w:val="00684C9A"/>
    <w:rsid w:val="007C18FD"/>
    <w:rsid w:val="0084346A"/>
    <w:rsid w:val="008D6819"/>
    <w:rsid w:val="00B11DA3"/>
    <w:rsid w:val="00BB3C2C"/>
    <w:rsid w:val="00BE11E7"/>
    <w:rsid w:val="00C548C5"/>
    <w:rsid w:val="00DD7DA9"/>
    <w:rsid w:val="00FC0FEE"/>
    <w:rsid w:val="36A42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4C4360"/>
    <w:pPr>
      <w:spacing w:after="200" w:line="276" w:lineRule="auto"/>
    </w:pPr>
    <w:rPr>
      <w:rFonts w:ascii="Calibri" w:hAnsi="Calibri"/>
      <w:kern w:val="0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C436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C436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C436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C436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18</Words>
  <Characters>108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***年度“南京航空航天大学博士学位论文创新与创优基金”结项证明</dc:title>
  <dc:subject/>
  <dc:creator>winter</dc:creator>
  <cp:keywords/>
  <dc:description/>
  <cp:lastModifiedBy>张林</cp:lastModifiedBy>
  <cp:revision>2</cp:revision>
  <dcterms:created xsi:type="dcterms:W3CDTF">2014-11-04T07:25:00Z</dcterms:created>
  <dcterms:modified xsi:type="dcterms:W3CDTF">2015-10-10T00:15:00Z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2052-9.1.0.4984</vt:lpwstr>
  </property>
</Properties>
</file>